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4B48DD">
        <w:rPr>
          <w:rFonts w:ascii="Corbel" w:hAnsi="Corbel"/>
          <w:b/>
          <w:smallCaps/>
          <w:sz w:val="24"/>
          <w:szCs w:val="24"/>
        </w:rPr>
        <w:t xml:space="preserve">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B48DD">
        <w:rPr>
          <w:rFonts w:ascii="Corbel" w:hAnsi="Corbel"/>
          <w:b/>
          <w:smallCaps/>
          <w:sz w:val="24"/>
          <w:szCs w:val="24"/>
        </w:rPr>
        <w:t>20</w:t>
      </w:r>
      <w:r w:rsidR="008C403A">
        <w:rPr>
          <w:rFonts w:ascii="Corbel" w:hAnsi="Corbel"/>
          <w:b/>
          <w:smallCaps/>
          <w:sz w:val="24"/>
          <w:szCs w:val="24"/>
        </w:rPr>
        <w:t>19</w:t>
      </w:r>
      <w:r w:rsidR="004B48DD">
        <w:rPr>
          <w:rFonts w:ascii="Corbel" w:hAnsi="Corbel"/>
          <w:b/>
          <w:smallCaps/>
          <w:sz w:val="24"/>
          <w:szCs w:val="24"/>
        </w:rPr>
        <w:t>-202</w:t>
      </w:r>
      <w:r w:rsidR="008C403A">
        <w:rPr>
          <w:rFonts w:ascii="Corbel" w:hAnsi="Corbel"/>
          <w:b/>
          <w:smallCaps/>
          <w:sz w:val="24"/>
          <w:szCs w:val="24"/>
        </w:rPr>
        <w:t>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8672F">
        <w:rPr>
          <w:rFonts w:ascii="Corbel" w:hAnsi="Corbel"/>
          <w:sz w:val="20"/>
          <w:szCs w:val="20"/>
        </w:rPr>
        <w:t>202</w:t>
      </w:r>
      <w:r w:rsidR="008C403A">
        <w:rPr>
          <w:rFonts w:ascii="Corbel" w:hAnsi="Corbel"/>
          <w:sz w:val="20"/>
          <w:szCs w:val="20"/>
        </w:rPr>
        <w:t>1</w:t>
      </w:r>
      <w:r w:rsidR="0008672F">
        <w:rPr>
          <w:rFonts w:ascii="Corbel" w:hAnsi="Corbel"/>
          <w:sz w:val="20"/>
          <w:szCs w:val="20"/>
        </w:rPr>
        <w:t>/</w:t>
      </w:r>
      <w:r w:rsidR="004B48DD">
        <w:rPr>
          <w:rFonts w:ascii="Corbel" w:hAnsi="Corbel"/>
          <w:sz w:val="20"/>
          <w:szCs w:val="20"/>
        </w:rPr>
        <w:t>202</w:t>
      </w:r>
      <w:r w:rsidR="008C403A">
        <w:rPr>
          <w:rFonts w:ascii="Corbel" w:hAnsi="Corbel"/>
          <w:sz w:val="20"/>
          <w:szCs w:val="20"/>
        </w:rPr>
        <w:t>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771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ychowani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fizyczne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7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867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08672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7717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  <w:r w:rsidR="0008672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0E26C5" w:rsidP="008C40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C403A">
              <w:rPr>
                <w:rFonts w:ascii="Corbel" w:hAnsi="Corbel"/>
                <w:b w:val="0"/>
                <w:sz w:val="24"/>
                <w:szCs w:val="24"/>
              </w:rPr>
              <w:t>e</w:t>
            </w:r>
            <w:bookmarkStart w:id="0" w:name="_GoBack"/>
            <w:bookmarkEnd w:id="0"/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CB4499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977165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CB4499" w:rsidP="00BE671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2"/>
              </w:rPr>
              <w:t>B.</w:t>
            </w:r>
            <w:r w:rsidR="0008672F">
              <w:rPr>
                <w:rFonts w:ascii="Corbel" w:hAnsi="Corbel"/>
                <w:b w:val="0"/>
                <w:sz w:val="22"/>
              </w:rPr>
              <w:t xml:space="preserve"> Przygotowanie merytoryczne nauczycieli przedszkoli i klas I-III szkoły podstawowej, jako przygotowanie do integracji treści nauczania.  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449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97716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B449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B44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6C5" w:rsidP="00CB449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771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z oceną,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wiadomości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CB4499" w:rsidRDefault="00CB449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85747A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Świadomość, że uczestnictwo w kulturze fizycznej jest niezbędne zarówno dla dziecka jak i dorosłego człowieka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Uzmysłowienie</w:t>
            </w:r>
            <w:r w:rsidR="00FE509F" w:rsidRPr="00FE509F">
              <w:rPr>
                <w:rFonts w:ascii="Corbel" w:hAnsi="Corbel"/>
                <w:b w:val="0"/>
                <w:sz w:val="24"/>
                <w:szCs w:val="24"/>
              </w:rPr>
              <w:t xml:space="preserve"> potrzeby ruchu u dzieci związanej z ich harmonijnym rozwojem psychomotorycznym</w:t>
            </w:r>
          </w:p>
        </w:tc>
      </w:tr>
      <w:tr w:rsidR="0085747A" w:rsidRPr="009C54AE" w:rsidTr="00C1687C">
        <w:tc>
          <w:tcPr>
            <w:tcW w:w="843" w:type="dxa"/>
            <w:vAlign w:val="center"/>
          </w:tcPr>
          <w:p w:rsidR="0085747A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85747A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Zdobycie informacji na temat prowadzenia zajęć z wychowania fizycznego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wczesnoszkolnej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7" w:type="dxa"/>
            <w:vAlign w:val="center"/>
          </w:tcPr>
          <w:p w:rsidR="00FE509F" w:rsidRPr="009C54AE" w:rsidRDefault="00C50E72" w:rsidP="00CB44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nauczania oraz doskonalenia  poszczególnych czynności ruchowych</w:t>
            </w:r>
          </w:p>
        </w:tc>
      </w:tr>
      <w:tr w:rsidR="00FE509F" w:rsidRPr="009C54AE" w:rsidTr="00C1687C">
        <w:tc>
          <w:tcPr>
            <w:tcW w:w="843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77" w:type="dxa"/>
            <w:vAlign w:val="center"/>
          </w:tcPr>
          <w:p w:rsidR="00FE509F" w:rsidRPr="009C54AE" w:rsidRDefault="00FE509F" w:rsidP="00CB44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 xml:space="preserve">Rozwijanie </w:t>
            </w:r>
            <w:r w:rsidR="00C50E72">
              <w:rPr>
                <w:rFonts w:ascii="Corbel" w:hAnsi="Corbel"/>
                <w:b w:val="0"/>
                <w:sz w:val="24"/>
                <w:szCs w:val="24"/>
              </w:rPr>
              <w:t>umiejętności ruchowych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B013A5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A45093" w:rsidRPr="00CB4499" w:rsidRDefault="00C50E72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Stosuje się do zasad obowiązujących podczas zajęć ruchowych. Uzasadnia stosowanie norm etycznych oraz zasad fair </w:t>
            </w:r>
            <w:proofErr w:type="spellStart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play</w:t>
            </w:r>
            <w:proofErr w:type="spellEnd"/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w sporcie</w:t>
            </w:r>
            <w:r w:rsid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</w:t>
            </w:r>
            <w:r w:rsidR="00B013A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A45093" w:rsidRPr="00A45093" w:rsidRDefault="00B013A5" w:rsidP="00CB4499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obiera, test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modyfik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uje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materiały, środki oraz metody  </w:t>
            </w:r>
            <w:r w:rsid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stosowane w wychowaniu fizycznym. </w:t>
            </w:r>
            <w:r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Kreuje aktywność ruchową jako formę relaksu fizycznego i psychicznego oraz promuje pozytywną postawę prozdrowotną wpływającą na sprawność funkcjonalną w dorosłym życiu człowieka.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50E7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Kształtuje samodyscyplinę i samoocenę oraz poczucie odpowiedzialności za zdrowie i bezpieczeństwo własne i drugiego człowieka. Dostrzega  korelację między systematyczną aktywnością fizyczną a budowaniem pewności siebie i wysoką samooceną.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PPiW.</w:t>
            </w:r>
            <w:r w:rsidR="00B013A5">
              <w:rPr>
                <w:rFonts w:ascii="Corbel" w:hAnsi="Corbel"/>
                <w:b w:val="0"/>
                <w:szCs w:val="24"/>
              </w:rPr>
              <w:t>U07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B013A5" w:rsidRPr="00B013A5">
              <w:rPr>
                <w:rFonts w:ascii="Corbel" w:hAnsi="Corbel"/>
                <w:b w:val="0"/>
                <w:smallCaps w:val="0"/>
                <w:szCs w:val="24"/>
              </w:rPr>
              <w:t>nim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 dzieci do kultury fizycznej wykorzystując przy tym gry i zabawy muzyczno-  ruchowe</w:t>
            </w:r>
          </w:p>
        </w:tc>
        <w:tc>
          <w:tcPr>
            <w:tcW w:w="1865" w:type="dxa"/>
            <w:vAlign w:val="center"/>
          </w:tcPr>
          <w:p w:rsidR="00A45093" w:rsidRP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6" w:type="dxa"/>
          </w:tcPr>
          <w:p w:rsidR="00A45093" w:rsidRPr="00A45093" w:rsidRDefault="00C50E72" w:rsidP="00CB449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Stosuje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sytuacje wychowawczo-dydaktyczne i 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="00873369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orzystu</w:t>
            </w:r>
            <w:r w:rsidR="00873369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="00B013A5" w:rsidRPr="00B013A5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 w procesie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dydaktycznym.</w:t>
            </w:r>
          </w:p>
        </w:tc>
        <w:tc>
          <w:tcPr>
            <w:tcW w:w="1865" w:type="dxa"/>
            <w:vAlign w:val="center"/>
          </w:tcPr>
          <w:p w:rsidR="00A45093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</w:t>
            </w:r>
            <w:r w:rsidR="00B013A5">
              <w:rPr>
                <w:rFonts w:ascii="Corbel" w:hAnsi="Corbel"/>
                <w:sz w:val="24"/>
                <w:szCs w:val="24"/>
              </w:rPr>
              <w:t>9</w:t>
            </w:r>
          </w:p>
          <w:p w:rsidR="00A45093" w:rsidRPr="00A45093" w:rsidRDefault="00873369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</w:t>
            </w: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A45093" w:rsidRPr="009C54AE" w:rsidTr="00CB4499">
        <w:tc>
          <w:tcPr>
            <w:tcW w:w="1679" w:type="dxa"/>
          </w:tcPr>
          <w:p w:rsidR="00A45093" w:rsidRPr="00A45093" w:rsidRDefault="00A45093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C3400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6" w:type="dxa"/>
          </w:tcPr>
          <w:p w:rsidR="00A45093" w:rsidRPr="00A45093" w:rsidRDefault="00873369" w:rsidP="00CB449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Arial"/>
                <w:b w:val="0"/>
                <w:smallCaps w:val="0"/>
                <w:szCs w:val="24"/>
                <w:lang w:eastAsia="pl-PL"/>
              </w:rPr>
              <w:t>Kształtuje u podopiecznych zachowania mające na celu wspieranie kultury fizycznej.</w:t>
            </w:r>
          </w:p>
        </w:tc>
        <w:tc>
          <w:tcPr>
            <w:tcW w:w="1865" w:type="dxa"/>
            <w:vAlign w:val="center"/>
          </w:tcPr>
          <w:p w:rsidR="00A45093" w:rsidRPr="00CB4499" w:rsidRDefault="00A45093" w:rsidP="00CB44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</w:t>
            </w:r>
            <w:r w:rsidR="00B013A5">
              <w:rPr>
                <w:rFonts w:ascii="Corbel" w:hAnsi="Corbel"/>
                <w:sz w:val="24"/>
                <w:szCs w:val="24"/>
              </w:rPr>
              <w:t>K</w:t>
            </w:r>
            <w:r w:rsidRPr="00A45093">
              <w:rPr>
                <w:rFonts w:ascii="Corbel" w:hAnsi="Corbel"/>
                <w:sz w:val="24"/>
                <w:szCs w:val="24"/>
              </w:rPr>
              <w:t>0</w:t>
            </w:r>
            <w:r w:rsidR="00B013A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Poprawna lekcja wychowania fizycznego.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przeprowadzić lekcję gie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r i zabaw ruchow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 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Ustawienie prowadzącego oraz wydawanie poleceń podczas lekcji wychowania fizycznego.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Dobieranie metod w wychowaniu fizycznym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Przebieg poszczególnych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Dobór zasad </w:t>
            </w:r>
            <w:r w:rsidR="00A45093">
              <w:rPr>
                <w:rFonts w:ascii="Corbel" w:hAnsi="Corbel"/>
                <w:sz w:val="24"/>
                <w:szCs w:val="24"/>
              </w:rPr>
              <w:t>dydaktyczn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="00A45093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do lekcji.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Fragmenty gier zespołowych stosowane w edukacji wczesnoszkolnej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Aktywność ćwiczącego podczas zajęć ruchowych.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Samodoskonalenie nauczyciela</w:t>
            </w:r>
            <w:r w:rsidR="0044583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dokumentacji nauczyciela wychowania fizycznego.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Zajęcia w terenie, wykorzystanie naturalnych warunków do przeprowadzenia zajęć.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8A285B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 kształcenia i wychowania w wychowaniu fizycznym.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Zapobieganie wypadkom </w:t>
            </w:r>
            <w:r w:rsidRPr="00803E6B">
              <w:rPr>
                <w:rFonts w:ascii="Corbel" w:hAnsi="Corbel"/>
                <w:sz w:val="24"/>
                <w:szCs w:val="24"/>
              </w:rPr>
              <w:t>podczas zajęć z wychowania fizycznego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5519D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19D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Zdolności motoryczne dziecka w wieku wczesnoszkolnym i przedszkolnym.</w:t>
            </w:r>
          </w:p>
        </w:tc>
      </w:tr>
      <w:tr w:rsidR="00873369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3369" w:rsidRDefault="00445830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i czynności pedagogiczne nauczyciela wychowania fizycznego.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podstawy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5519D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Modelowe lekcje wychowania fizycznego. Analiza</w:t>
            </w:r>
            <w:r w:rsidR="00445830"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wicze</w:t>
            </w:r>
            <w:r>
              <w:rPr>
                <w:rFonts w:ascii="Corbel" w:hAnsi="Corbel"/>
                <w:sz w:val="24"/>
                <w:szCs w:val="24"/>
              </w:rPr>
              <w:t>nia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lekkoatletyczn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 xml:space="preserve"> sportow</w:t>
            </w:r>
            <w:r>
              <w:rPr>
                <w:rFonts w:ascii="Corbel" w:hAnsi="Corbel"/>
                <w:sz w:val="24"/>
                <w:szCs w:val="24"/>
              </w:rPr>
              <w:t>e w edukacji wczesnoszkolnej i przedszkolnej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Obwody stacyjne stosowane podczas lekcji wychowania fizycznego.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się poprzez ruch.</w:t>
            </w:r>
          </w:p>
        </w:tc>
      </w:tr>
      <w:tr w:rsidR="00445830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5830" w:rsidRDefault="0044583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i różne koncepcje pedagogiczne w wychowaniu fizycznym.</w:t>
            </w:r>
          </w:p>
        </w:tc>
      </w:tr>
      <w:tr w:rsidR="008A285B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85B" w:rsidRDefault="008A285B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Innowacyjne lekcje wychowania fizycznego. Analiza filmów.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445830" w:rsidP="00445830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Różne formy wprowadzania ćwiczeń g</w:t>
            </w:r>
            <w:r w:rsidR="00A45093" w:rsidRPr="00803E6B">
              <w:rPr>
                <w:rFonts w:ascii="Corbel" w:hAnsi="Corbel"/>
                <w:sz w:val="24"/>
                <w:szCs w:val="24"/>
              </w:rPr>
              <w:t>imnastycznych.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A45093" w:rsidRDefault="00A45093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2"/>
        <w:gridCol w:w="5325"/>
        <w:gridCol w:w="2263"/>
      </w:tblGrid>
      <w:tr w:rsidR="0085747A" w:rsidRPr="009C54AE" w:rsidTr="00B013A5">
        <w:tc>
          <w:tcPr>
            <w:tcW w:w="193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3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C3400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przygotowanie projektu,</w:t>
            </w:r>
          </w:p>
          <w:p w:rsidR="00DC3400" w:rsidRPr="00A45093" w:rsidRDefault="00DC3400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C3400">
              <w:rPr>
                <w:rFonts w:ascii="Corbel" w:hAnsi="Corbel"/>
                <w:sz w:val="24"/>
                <w:szCs w:val="24"/>
              </w:rPr>
              <w:lastRenderedPageBreak/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9C54AE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325" w:type="dxa"/>
          </w:tcPr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325" w:type="dxa"/>
          </w:tcPr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A45093" w:rsidRPr="00803E6B" w:rsidTr="00CB4499">
        <w:trPr>
          <w:trHeight w:val="415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przygotowanie i prezentacja materiału </w:t>
            </w:r>
          </w:p>
          <w:p w:rsidR="00A45093" w:rsidRPr="00D02EDA" w:rsidRDefault="00A45093" w:rsidP="00D02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873369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ĆW., </w:t>
            </w:r>
            <w:r w:rsidR="00A45093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A45093" w:rsidRPr="00803E6B" w:rsidTr="00CB4499">
        <w:trPr>
          <w:trHeight w:val="299"/>
        </w:trPr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325" w:type="dxa"/>
          </w:tcPr>
          <w:p w:rsidR="00D02EDA" w:rsidRPr="00D02EDA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szCs w:val="24"/>
              </w:rPr>
              <w:t xml:space="preserve">–  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t>obserwacja zajęć</w:t>
            </w:r>
            <w:r w:rsidR="00D02ED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>_ 08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 w:rsidR="00D02EDA">
              <w:rPr>
                <w:rFonts w:ascii="Corbel" w:hAnsi="Corbel"/>
                <w:sz w:val="24"/>
                <w:szCs w:val="24"/>
              </w:rPr>
              <w:t>wypowiedź</w:t>
            </w:r>
            <w:r w:rsidRPr="00A45093">
              <w:rPr>
                <w:rFonts w:ascii="Corbel" w:hAnsi="Corbel"/>
                <w:sz w:val="24"/>
                <w:szCs w:val="24"/>
              </w:rPr>
              <w:t>,</w:t>
            </w:r>
          </w:p>
          <w:p w:rsidR="00A45093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–  kolokwium.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ćw.</w:t>
            </w:r>
            <w:r>
              <w:rPr>
                <w:rFonts w:ascii="Corbel" w:hAnsi="Corbel"/>
                <w:b w:val="0"/>
                <w:szCs w:val="24"/>
              </w:rPr>
              <w:t>, W.</w:t>
            </w:r>
          </w:p>
        </w:tc>
      </w:tr>
      <w:tr w:rsidR="00A45093" w:rsidRPr="00803E6B" w:rsidTr="00CB4499">
        <w:tc>
          <w:tcPr>
            <w:tcW w:w="1932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325" w:type="dxa"/>
          </w:tcPr>
          <w:p w:rsidR="00A45093" w:rsidRP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świadomy i aktywny udział w zajęciach,</w:t>
            </w:r>
          </w:p>
          <w:p w:rsidR="00A45093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–  obserwacja w trakcie zajęć,</w:t>
            </w:r>
          </w:p>
          <w:p w:rsidR="00D02EDA" w:rsidRPr="00A45093" w:rsidRDefault="00D02EDA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–  </w:t>
            </w:r>
            <w:r>
              <w:rPr>
                <w:rFonts w:ascii="Corbel" w:hAnsi="Corbel"/>
                <w:sz w:val="24"/>
                <w:szCs w:val="24"/>
              </w:rPr>
              <w:t>prowadzenie części zajęć.</w:t>
            </w:r>
          </w:p>
        </w:tc>
        <w:tc>
          <w:tcPr>
            <w:tcW w:w="2263" w:type="dxa"/>
            <w:vAlign w:val="center"/>
          </w:tcPr>
          <w:p w:rsidR="00A45093" w:rsidRPr="00A45093" w:rsidRDefault="00A45093" w:rsidP="00CB44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ćw</w:t>
            </w:r>
            <w:r>
              <w:rPr>
                <w:rFonts w:ascii="Corbel" w:hAnsi="Corbel"/>
                <w:b w:val="0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D02EDA">
        <w:tc>
          <w:tcPr>
            <w:tcW w:w="9670" w:type="dxa"/>
          </w:tcPr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uczestnictwo w zajęciach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aktywność podczas zajęć</w:t>
            </w:r>
          </w:p>
          <w:p w:rsidR="00D02ED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przygotowania i prowadzenia scenariuszy zajęć</w:t>
            </w:r>
          </w:p>
          <w:p w:rsid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D02EDA">
              <w:rPr>
                <w:rFonts w:ascii="Corbel" w:hAnsi="Corbel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:rsidTr="007444BB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02EDA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444BB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7444BB">
        <w:tc>
          <w:tcPr>
            <w:tcW w:w="4962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A285B">
              <w:rPr>
                <w:rFonts w:ascii="Corbel" w:hAnsi="Corbel"/>
                <w:sz w:val="24"/>
                <w:szCs w:val="24"/>
              </w:rPr>
              <w:t>zaliczenia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4677" w:type="dxa"/>
          </w:tcPr>
          <w:p w:rsidR="00C61DC5" w:rsidRDefault="00C61D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:rsidR="007444BB" w:rsidRPr="009C54AE" w:rsidRDefault="007444B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E26C5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85747A" w:rsidRPr="009C54AE" w:rsidTr="007444BB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A285B" w:rsidP="00CB449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02E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Warszawa, 2002.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Iskra J., Marcinów R., Walaszczyk A.,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Lekkoatletyka w edukacji przedszkolnej i wczesnoszkolnej : marsze, skoki i rzuty dla dzieci w wieku 4-9 lat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/ Opole : Politechnika Opolska. Oficyna Wydawnicza, 2014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Warszawa, 2006.</w:t>
            </w:r>
          </w:p>
          <w:p w:rsidR="00EA45F2" w:rsidRPr="00EA45F2" w:rsidRDefault="00EA45F2" w:rsidP="00EA45F2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Impuls, 2017.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fizycznego.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8A285B" w:rsidRDefault="008A285B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Ślężyński J., </w:t>
            </w:r>
            <w:r w:rsidRPr="008A285B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Efekty kształcenia i wychowania w kulturze fizycznej</w:t>
            </w:r>
            <w:r w:rsidRPr="008A285B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: Akademia Wychowania Fizycznego im. Jerzego Kukuczki w Katowicach, Polskie Towarzystwo Naukowe Kultury Fizycznej. Oddział Śląski w Katowicach. - Katowice : Wydawnictwo Akademii Wychowania Fizycznego, 2011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.</w:t>
            </w:r>
          </w:p>
          <w:p w:rsidR="00EA45F2" w:rsidRPr="00D02EDA" w:rsidRDefault="00EA45F2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D02ED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606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D02ED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606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22E" w:rsidRDefault="00BF022E" w:rsidP="00C16ABF">
      <w:pPr>
        <w:spacing w:after="0" w:line="240" w:lineRule="auto"/>
      </w:pPr>
      <w:r>
        <w:separator/>
      </w:r>
    </w:p>
  </w:endnote>
  <w:endnote w:type="continuationSeparator" w:id="0">
    <w:p w:rsidR="00BF022E" w:rsidRDefault="00BF02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22E" w:rsidRDefault="00BF022E" w:rsidP="00C16ABF">
      <w:pPr>
        <w:spacing w:after="0" w:line="240" w:lineRule="auto"/>
      </w:pPr>
      <w:r>
        <w:separator/>
      </w:r>
    </w:p>
  </w:footnote>
  <w:footnote w:type="continuationSeparator" w:id="0">
    <w:p w:rsidR="00BF022E" w:rsidRDefault="00BF02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1CFF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72F"/>
    <w:rsid w:val="0009462C"/>
    <w:rsid w:val="00094B12"/>
    <w:rsid w:val="00096C46"/>
    <w:rsid w:val="000A296F"/>
    <w:rsid w:val="000A2A28"/>
    <w:rsid w:val="000A773F"/>
    <w:rsid w:val="000B192D"/>
    <w:rsid w:val="000B28EE"/>
    <w:rsid w:val="000B3E37"/>
    <w:rsid w:val="000D04B0"/>
    <w:rsid w:val="000E26C5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7676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830"/>
    <w:rsid w:val="00445970"/>
    <w:rsid w:val="0045729E"/>
    <w:rsid w:val="0045734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8D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5EC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3369"/>
    <w:rsid w:val="00884922"/>
    <w:rsid w:val="00885F64"/>
    <w:rsid w:val="008917F9"/>
    <w:rsid w:val="008A285B"/>
    <w:rsid w:val="008A45F7"/>
    <w:rsid w:val="008C0CC0"/>
    <w:rsid w:val="008C19A9"/>
    <w:rsid w:val="008C379D"/>
    <w:rsid w:val="008C403A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7165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7D2F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5519D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3A5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714"/>
    <w:rsid w:val="00BF022E"/>
    <w:rsid w:val="00BF2C41"/>
    <w:rsid w:val="00C058B4"/>
    <w:rsid w:val="00C05F44"/>
    <w:rsid w:val="00C131B5"/>
    <w:rsid w:val="00C1687C"/>
    <w:rsid w:val="00C16ABF"/>
    <w:rsid w:val="00C170AE"/>
    <w:rsid w:val="00C26CB7"/>
    <w:rsid w:val="00C324C1"/>
    <w:rsid w:val="00C36992"/>
    <w:rsid w:val="00C50E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4499"/>
    <w:rsid w:val="00CD6897"/>
    <w:rsid w:val="00CE5BAC"/>
    <w:rsid w:val="00CF25BE"/>
    <w:rsid w:val="00CF78E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40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DA7"/>
    <w:rsid w:val="00E43694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0250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5886E"/>
  <w15:docId w15:val="{C41F8A4A-6195-4CB6-B9F1-285E197AC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D53D0-1719-4C60-8F19-D164647C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1245</Words>
  <Characters>7474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2019-02-06T12:12:00Z</cp:lastPrinted>
  <dcterms:created xsi:type="dcterms:W3CDTF">2022-11-28T08:48:00Z</dcterms:created>
  <dcterms:modified xsi:type="dcterms:W3CDTF">2022-11-28T08:54:00Z</dcterms:modified>
</cp:coreProperties>
</file>